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84162" w14:textId="77777777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0D510088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8E1029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200EDBEC" w14:textId="77777777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517BD48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AC5571D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6FABB2FF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8FEDB12" w14:textId="22689211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2E185E" w:rsidRPr="002E185E">
        <w:rPr>
          <w:rFonts w:ascii="Book Antiqua" w:hAnsi="Book Antiqua" w:cstheme="minorHAnsi"/>
        </w:rPr>
        <w:t>Oprava silnice III/36625 Vendolí – Hradec nad Svitavou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542713E2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32B6D7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69D4BF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B78384B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E146ED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0EDD10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E79C57A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099A66C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192538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59C2BA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34380EF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FB60D72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262E7FD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0EC3CFD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1ECB1D7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06F6F94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E185EE0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7FC969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02AB357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12EF42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15A9846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B90902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3F79A30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CE2F1E3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966721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A34F564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CB6C6E8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3AF99A5B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4A37A71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E9CEB4F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4FC209F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177C5552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17E1F14D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51F2C78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69DD547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6AFF466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5E3DCFF0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45F0C46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4D6683FD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70E2615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7BD3E0B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7201F426" w14:textId="77777777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500052EF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77A81DA" w14:textId="77777777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71D458AA" w14:textId="77777777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7A5A751B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B4B76A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1914E461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5BC8FA3C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8A17C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9BE41F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2F6A9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1EB5108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34A9C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76263A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494E8A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AD843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2DAFC7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3473A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A489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3ABEA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28A45D8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B8C49F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FE1D7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32BE03F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AA5C5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46050A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4A3DBA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D2F766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00DF3A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EC4864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235300D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E02C3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B04FB3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3925E82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E47CB6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6A9B325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2540A7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21CF8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522F0D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7D510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6DCE84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E8276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B3C597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253FC7F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E679D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5830364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3C8987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18E7D9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42754B6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DA425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0789A69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CA056B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2B27B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189F2F4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E6BA66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0D0AAD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6C87F9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4D2A49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6FFFD55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4A8712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74C2DD7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DBD6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DCAAE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4D944D2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D5FF18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3880A77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B78C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684BCF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2D514AE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2B2981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2D861CF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AA500D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71DB03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8FEEB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692EC7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00B957E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D1329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33DE5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8AAEFA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38C5BD9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6DF82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2D5FC0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633B5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6B62FC7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084E83" w14:textId="77777777" w:rsidR="00583C64" w:rsidRPr="004252B2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B8B19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1A81919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7BB66C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3A60DAF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7B699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C8DDCE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795F919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260E5E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5645C3E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0BCD58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75769F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4F87FF3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57CC4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080B9A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D7A0AA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DF875C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1FCC02F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09B11E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2EB091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033D00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EC0BC7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0A065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2A2999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50F52CE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DC8FCB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93E34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E821F3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4F17171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8C9115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4AABB2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24DB8A4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53E8C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6C2CC63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3DD37D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8B47B0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5EE0139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55D024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4A7334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BC175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D7969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B98EC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650FD0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D67BDA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FE2AD39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061C0E3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D59474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7B2D5DD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ACDCF4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49510A9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55ACFCA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864B98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1EFE81D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768C2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CEB75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105E4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7D3E967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4C90FF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7578C6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5A737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FC546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7B63B6B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1FED2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DB11B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342A98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F6EDEBD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69B2F53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B64DA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711DE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37EFCBE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1FAE304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752F7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7ABD4A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60B043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3F39F23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87F4D3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6C30C8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3C387B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6EE3CDA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0ECC9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CB090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272550E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D9D1963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2B5A226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455154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1CF7B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557FB8D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04D9FD5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BE746A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28F329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3A94993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C7461F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059924A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9D9940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B11AA8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1FC9291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33AE613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5F1F9B31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A91A20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20028F90" w14:textId="7777777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1D4A3BB1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43E0A781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1C86CE2A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7A9FF3FA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655FAC0A" w14:textId="77777777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257DCF8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FC4C7B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5B2DDAF1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0935433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5B61666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42A194A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4BD1408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5A493A5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05C0E14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5390484C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6132791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685BDC90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27297A86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D4E23F8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39C6D143" w14:textId="77777777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1B56CE09" w14:textId="77777777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C2AE8D0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5326095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8B0190F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56BE21A0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71CD469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080D9F75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0DAB00C8" w14:textId="77777777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7449B1C0" w14:textId="7777777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4A34FC53" w14:textId="77777777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064A1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6DC0D37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197C8758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9610705" w14:textId="77777777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7A5732A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7E3F9A8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6917B668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4DBDA8BE" w14:textId="0CE74EF1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7712A7" w:rsidRPr="002E185E">
        <w:rPr>
          <w:rFonts w:ascii="Book Antiqua" w:hAnsi="Book Antiqua" w:cstheme="minorHAnsi"/>
        </w:rPr>
        <w:t>Oprava silnice III/36625 Vendolí – Hradec nad Svitavou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7FFF6F9D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0569DE23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497BA12F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26E351F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79CBDB3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1CA614E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2A7C39FC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7AC93323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3BBC792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25E3D746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30C66ADA" w14:textId="77777777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46FDFF8B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194142E0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77AF5ADF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1D3E1280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1588B25" w14:textId="77777777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CDEF1B1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3FEAF8D4" w14:textId="213D59CB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764F1E">
        <w:rPr>
          <w:rFonts w:ascii="Book Antiqua" w:hAnsi="Book Antiqua" w:cstheme="minorHAnsi"/>
        </w:rPr>
        <w:t>Svitavy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proofErr w:type="spellStart"/>
      <w:r w:rsidR="00764F1E">
        <w:rPr>
          <w:rFonts w:ascii="Book Antiqua" w:hAnsi="Book Antiqua" w:cs="Segoe UI"/>
          <w:lang w:eastAsia="cs-CZ"/>
        </w:rPr>
        <w:t>svitavy</w:t>
      </w:r>
      <w:proofErr w:type="spellEnd"/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3458BBA7" w14:textId="7777777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4B23B8F4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347B46D4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7858F2DA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07698C1C" w14:textId="77777777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7730CBD6" w14:textId="7777777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2608BD64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3856677E" w14:textId="77777777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65CD0F28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06CB6F31" w14:textId="77777777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45754F5E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40729533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06D2AD62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5B5232A3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7B6D6D3B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30045E5B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32A48E85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DFC4667" w14:textId="77777777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0225BF34" w14:textId="77777777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7D24E303" w14:textId="77777777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0B25E1FB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75B165A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C754F11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0B6706E3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A7FDF6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66AB0B79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AE4079C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2904BFAB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3639CE5A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2AE144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4B4BFF58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3D8FA4DE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4AB4A094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0E8135FF" w14:textId="77777777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0E011E2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EE7F9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7A1408E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303688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370FA18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6DB4F40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5202F35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563ECE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42750EA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1FBF6B9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 xml:space="preserve">postupů – </w:t>
      </w:r>
      <w:proofErr w:type="spellStart"/>
      <w:r w:rsidR="004806E6"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D8F5AA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4F9631A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4FFBC436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08A31EB7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74DE16D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071E1C95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293B2CB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5E2F1EE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50C072A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01FA82F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027F674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6CAA841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649B0B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2B0863A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7BE3371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56C51C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62EE241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64EC1EE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5169C6B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61F8B1DE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1CCC809F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6C6F079C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A83E02F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303C564C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15C778C1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2070411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0D7E7D1B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892358C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2C1D134D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727A49D6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586F80EA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48B179AF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5B95FEE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24608C9B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6FEE1FD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1B306BEC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2BA8FB60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0CC06606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4C16A6FB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1C10CADF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B437EC4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7762F00E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9A03489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020C3188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8D4E601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0A8885AB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27C984F" w14:textId="77777777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EBE876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541E7F0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6C6B9968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76E925F6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69623FE2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939A221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330DD4CF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34A9D6C0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2A05D83" w14:textId="77777777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0D305BA9" w14:textId="7777777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1339199F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10989738" w14:textId="77777777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8EE0A7F" w14:textId="77777777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6F158B17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885F335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35D009DA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916C29F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4934F9BF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05DDFC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7C5E31B3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4A5958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1F65BB9A" w14:textId="77777777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1CDAC3D6" w14:textId="77777777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0F97A7C3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480B8E1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7E574000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743F47EB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AB6EF64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170AB44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10B21528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AE2567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781B7F7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1F53A6A" w14:textId="7777777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47CED40B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4A9742C" w14:textId="3C63A199" w:rsidR="00B63A63" w:rsidRPr="00825863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4D2EE9" w:rsidRPr="002E185E">
        <w:rPr>
          <w:rFonts w:ascii="Book Antiqua" w:hAnsi="Book Antiqua" w:cstheme="minorHAnsi"/>
        </w:rPr>
        <w:t>Oprava silnice III/36625 Vendolí – Hradec nad Svitavou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3DAB571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6F9AC1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C908467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0F34364B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138AAD" w14:textId="5EBF6944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4D2EE9" w:rsidRPr="002E185E">
        <w:rPr>
          <w:rFonts w:ascii="Book Antiqua" w:hAnsi="Book Antiqua" w:cstheme="minorHAnsi"/>
        </w:rPr>
        <w:t>Oprava silnice III/36625 Vendolí – Hradec nad Svitavou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45BBE7DD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BADB08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F71A244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56AD4CE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4E72D553" w14:textId="77777777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266EBFF9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1C77FBD" w14:textId="77777777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5D7C25B0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EBEBB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625C062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1527068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2AF028C" w14:textId="77777777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3F019A9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B954649" w14:textId="77777777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68B642C5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32C811E" w14:textId="77777777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D6237E9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C07C195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A4619" w14:textId="77777777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80062D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799EB3" w14:textId="77777777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57CA1543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E9E9C2E" w14:textId="77777777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5DA7FAF" w14:textId="77777777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A611080" w14:textId="77777777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08C2D39F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353D3B6D" w14:textId="77777777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091D9513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4EECB086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693CEE7A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6195AA71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45B88F03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54533763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1780ADE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E9B4D35" w14:textId="77777777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66EDB422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482459F0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359B2102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B4E14E2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1D83DCB3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66B67426" w14:textId="7777777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0092CDB2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AE9CAC2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16142496" w14:textId="77777777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1DCC3EA3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3F8BAE85" w14:textId="77777777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6CB30875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B58547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6ACF25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3D97AF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94E8EA0" w14:textId="77777777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45C25B81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C3D335D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62E845E8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3CECE4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2FCCD423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FF301B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96338F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544B983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88D91C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A1E9287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71E81BF5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857AD1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C584A8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737F0E0D" w14:textId="77777777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C507D" w14:textId="77777777" w:rsidR="002D13FC" w:rsidRDefault="002D13FC" w:rsidP="00852575">
      <w:pPr>
        <w:spacing w:after="0" w:line="240" w:lineRule="auto"/>
      </w:pPr>
      <w:r>
        <w:separator/>
      </w:r>
    </w:p>
  </w:endnote>
  <w:endnote w:type="continuationSeparator" w:id="0">
    <w:p w14:paraId="074FF661" w14:textId="77777777" w:rsidR="002D13FC" w:rsidRDefault="002D13FC" w:rsidP="00852575">
      <w:pPr>
        <w:spacing w:after="0" w:line="240" w:lineRule="auto"/>
      </w:pPr>
      <w:r>
        <w:continuationSeparator/>
      </w:r>
    </w:p>
  </w:endnote>
  <w:endnote w:type="continuationNotice" w:id="1">
    <w:p w14:paraId="4D2D893E" w14:textId="77777777" w:rsidR="002D13FC" w:rsidRDefault="002D13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13CBF01C" w14:textId="7777777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C72948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9DA5D" w14:textId="77777777" w:rsidR="002D13FC" w:rsidRDefault="002D13FC" w:rsidP="00852575">
      <w:pPr>
        <w:spacing w:after="0" w:line="240" w:lineRule="auto"/>
      </w:pPr>
      <w:r>
        <w:separator/>
      </w:r>
    </w:p>
  </w:footnote>
  <w:footnote w:type="continuationSeparator" w:id="0">
    <w:p w14:paraId="3486E512" w14:textId="77777777" w:rsidR="002D13FC" w:rsidRDefault="002D13FC" w:rsidP="00852575">
      <w:pPr>
        <w:spacing w:after="0" w:line="240" w:lineRule="auto"/>
      </w:pPr>
      <w:r>
        <w:continuationSeparator/>
      </w:r>
    </w:p>
  </w:footnote>
  <w:footnote w:type="continuationNotice" w:id="1">
    <w:p w14:paraId="6E2DC7CA" w14:textId="77777777" w:rsidR="002D13FC" w:rsidRDefault="002D13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FB87C" w14:textId="77777777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7991" w14:textId="7777777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2855ADED" wp14:editId="79FE27F3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264F80BA" wp14:editId="530A2554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66CF8" w14:textId="77777777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EE"/>
    <w:rsid w:val="00000D09"/>
    <w:rsid w:val="00005603"/>
    <w:rsid w:val="00005B05"/>
    <w:rsid w:val="000064A1"/>
    <w:rsid w:val="0001426C"/>
    <w:rsid w:val="00016652"/>
    <w:rsid w:val="00020010"/>
    <w:rsid w:val="00021BD4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17D54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10A1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13225"/>
    <w:rsid w:val="00223C55"/>
    <w:rsid w:val="00224EE2"/>
    <w:rsid w:val="00225653"/>
    <w:rsid w:val="00225E4F"/>
    <w:rsid w:val="00226A3E"/>
    <w:rsid w:val="00227D1A"/>
    <w:rsid w:val="002305BB"/>
    <w:rsid w:val="00233A3E"/>
    <w:rsid w:val="00251865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13FC"/>
    <w:rsid w:val="002D5735"/>
    <w:rsid w:val="002E0671"/>
    <w:rsid w:val="002E09D7"/>
    <w:rsid w:val="002E177B"/>
    <w:rsid w:val="002E185E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3758"/>
    <w:rsid w:val="00415678"/>
    <w:rsid w:val="00415901"/>
    <w:rsid w:val="004221FA"/>
    <w:rsid w:val="004252B2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8FE"/>
    <w:rsid w:val="004B7E40"/>
    <w:rsid w:val="004C3510"/>
    <w:rsid w:val="004C7A0E"/>
    <w:rsid w:val="004D04B6"/>
    <w:rsid w:val="004D27ED"/>
    <w:rsid w:val="004D2EE9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47EE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64F1E"/>
    <w:rsid w:val="007712A7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1CAD"/>
    <w:rsid w:val="007A22B3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6DCA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3C12"/>
    <w:rsid w:val="00BD4D39"/>
    <w:rsid w:val="00BD5180"/>
    <w:rsid w:val="00BD54F7"/>
    <w:rsid w:val="00BD5A99"/>
    <w:rsid w:val="00BE23C0"/>
    <w:rsid w:val="00BF7265"/>
    <w:rsid w:val="00C0246D"/>
    <w:rsid w:val="00C05805"/>
    <w:rsid w:val="00C069AF"/>
    <w:rsid w:val="00C07A8A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1644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42D5"/>
    <w:rsid w:val="00DC43E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A3C69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36D1E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E4A9F"/>
  <w15:chartTrackingRefBased/>
  <w15:docId w15:val="{88867623-CF1F-4E4A-AEAD-C261934B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Moln&#225;rov&#225;\Downloads\P&#345;&#237;loha%20e)%20Technick&#225;%20specifikace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308853-39E7-41EA-8CA1-F938E8834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e) Technická specifikace.dotx</Template>
  <TotalTime>2</TotalTime>
  <Pages>15</Pages>
  <Words>4176</Words>
  <Characters>24641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Molnárová</dc:creator>
  <cp:keywords/>
  <dc:description/>
  <cp:lastModifiedBy>Anna Molnárová</cp:lastModifiedBy>
  <cp:revision>5</cp:revision>
  <cp:lastPrinted>2019-03-08T21:33:00Z</cp:lastPrinted>
  <dcterms:created xsi:type="dcterms:W3CDTF">2025-11-19T14:37:00Z</dcterms:created>
  <dcterms:modified xsi:type="dcterms:W3CDTF">2025-11-19T14:44:00Z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